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8"/>
        <w:gridCol w:w="4145"/>
        <w:gridCol w:w="2410"/>
        <w:gridCol w:w="2693"/>
      </w:tblGrid>
      <w:tr w:rsidR="007A58EB" w:rsidRPr="00EE414C" w14:paraId="7739CF6E" w14:textId="77777777" w:rsidTr="002D797D">
        <w:tc>
          <w:tcPr>
            <w:tcW w:w="528" w:type="dxa"/>
            <w:tcBorders>
              <w:right w:val="nil"/>
            </w:tcBorders>
            <w:shd w:val="clear" w:color="auto" w:fill="009999"/>
            <w:vAlign w:val="center"/>
          </w:tcPr>
          <w:p w14:paraId="76865ACD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4145" w:type="dxa"/>
            <w:tcBorders>
              <w:left w:val="nil"/>
            </w:tcBorders>
            <w:shd w:val="clear" w:color="auto" w:fill="009999"/>
            <w:vAlign w:val="center"/>
          </w:tcPr>
          <w:p w14:paraId="1B565B8B" w14:textId="6D3B8624" w:rsidR="007A58EB" w:rsidRPr="00EE414C" w:rsidRDefault="007A52EB" w:rsidP="00EE414C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Itemised build costs</w:t>
            </w:r>
          </w:p>
        </w:tc>
        <w:tc>
          <w:tcPr>
            <w:tcW w:w="2410" w:type="dxa"/>
            <w:shd w:val="clear" w:color="auto" w:fill="009999"/>
            <w:vAlign w:val="center"/>
          </w:tcPr>
          <w:p w14:paraId="5B029AB8" w14:textId="12BB915D" w:rsidR="007A58EB" w:rsidRPr="00EE414C" w:rsidRDefault="007A58EB" w:rsidP="00EE414C">
            <w:pPr>
              <w:spacing w:before="120" w:after="120"/>
              <w:jc w:val="center"/>
              <w:rPr>
                <w:b/>
                <w:sz w:val="24"/>
              </w:rPr>
            </w:pPr>
            <w:r w:rsidRPr="00EE414C">
              <w:rPr>
                <w:b/>
                <w:sz w:val="24"/>
              </w:rPr>
              <w:t xml:space="preserve">Estimated </w:t>
            </w:r>
          </w:p>
        </w:tc>
        <w:tc>
          <w:tcPr>
            <w:tcW w:w="2693" w:type="dxa"/>
            <w:shd w:val="clear" w:color="auto" w:fill="009999"/>
            <w:vAlign w:val="center"/>
          </w:tcPr>
          <w:p w14:paraId="3EDA99E9" w14:textId="0CEA33FC" w:rsidR="007A58EB" w:rsidRPr="00EE414C" w:rsidRDefault="007A58EB" w:rsidP="00EE414C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</w:p>
        </w:tc>
      </w:tr>
      <w:tr w:rsidR="007A58EB" w:rsidRPr="00EE414C" w14:paraId="07A8C993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7FD7A6D8" w14:textId="4CAEE85B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0F289E4A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44D2D10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3FAD3DEB" w14:textId="0FD90E49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006D5996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7149CA5E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2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36E55A4E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7C63A61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4AE017D4" w14:textId="1505C1CA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55BCD36F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7E1270E8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3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248274F0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BCCD58F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14:paraId="225A604B" w14:textId="18E82FDD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272EFE51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48082BC8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4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7C847371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004DA373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12DBD05B" w14:textId="1E80DDB8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4B79CC4B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50DF3CAC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5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1F2764C2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5512AE3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1DE08CBF" w14:textId="50C6AAAB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36C3B952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1A9F3CC1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6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69EA73FB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270430B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3EA76442" w14:textId="708E3F41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5C96E479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0DA94B4B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7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32BA412E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E635FBF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4B08B175" w14:textId="1C1D985A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046B7F80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23C7E54D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8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46B491AA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84506AB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28E17B26" w14:textId="366A725D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12F2AF2A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2B070A13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9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481A33B3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03E27BB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630929E4" w14:textId="2CB22012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51194F55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0336AAC3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10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6341BFC6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C66ECF7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134F62CD" w14:textId="4885148D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2CF619F5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530558A1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11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0F25EFC8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D6C9696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0255F05A" w14:textId="34724009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4600DC8F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784E8432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12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77327B34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6AD82A2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32732920" w14:textId="1E0F78CE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5589CFFE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2A1A3FEE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13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4C13491A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AE85AC4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0A972665" w14:textId="529A4104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004797D4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22FD3085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14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663B31B6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07EEF354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2689A2F2" w14:textId="02BD098D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  <w:tr w:rsidR="007A58EB" w:rsidRPr="00EE414C" w14:paraId="2D9D581B" w14:textId="77777777" w:rsidTr="007A58EB">
        <w:trPr>
          <w:trHeight w:val="756"/>
        </w:trPr>
        <w:tc>
          <w:tcPr>
            <w:tcW w:w="528" w:type="dxa"/>
            <w:tcBorders>
              <w:right w:val="nil"/>
            </w:tcBorders>
            <w:vAlign w:val="center"/>
          </w:tcPr>
          <w:p w14:paraId="55984AA6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15</w:t>
            </w:r>
          </w:p>
        </w:tc>
        <w:tc>
          <w:tcPr>
            <w:tcW w:w="4145" w:type="dxa"/>
            <w:tcBorders>
              <w:left w:val="nil"/>
            </w:tcBorders>
            <w:vAlign w:val="center"/>
          </w:tcPr>
          <w:p w14:paraId="4E74A9B5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C9F6017" w14:textId="77777777" w:rsidR="007A58EB" w:rsidRPr="00EE414C" w:rsidRDefault="007A58EB" w:rsidP="00EE414C">
            <w:pPr>
              <w:spacing w:before="120" w:after="120"/>
              <w:rPr>
                <w:sz w:val="24"/>
              </w:rPr>
            </w:pPr>
            <w:r w:rsidRPr="00EE414C">
              <w:rPr>
                <w:sz w:val="24"/>
              </w:rPr>
              <w:t>£</w:t>
            </w:r>
          </w:p>
        </w:tc>
        <w:tc>
          <w:tcPr>
            <w:tcW w:w="2693" w:type="dxa"/>
            <w:vAlign w:val="center"/>
          </w:tcPr>
          <w:p w14:paraId="70B4502E" w14:textId="29242A8F" w:rsidR="007A58EB" w:rsidRPr="00EE414C" w:rsidRDefault="007A58EB" w:rsidP="00EE414C">
            <w:pPr>
              <w:spacing w:before="120" w:after="120"/>
              <w:rPr>
                <w:sz w:val="24"/>
              </w:rPr>
            </w:pPr>
          </w:p>
        </w:tc>
      </w:tr>
    </w:tbl>
    <w:p w14:paraId="675A292D" w14:textId="77777777" w:rsidR="00E42354" w:rsidRPr="00EE414C" w:rsidRDefault="00E42354" w:rsidP="00530E6F">
      <w:pPr>
        <w:spacing w:before="240" w:line="360" w:lineRule="auto"/>
        <w:jc w:val="both"/>
      </w:pPr>
    </w:p>
    <w:sectPr w:rsidR="00E42354" w:rsidRPr="00EE414C" w:rsidSect="007A1243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701" w:right="1134" w:bottom="1418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C8F91" w14:textId="77777777" w:rsidR="00530E6F" w:rsidRDefault="00530E6F" w:rsidP="00530E6F">
      <w:r>
        <w:separator/>
      </w:r>
    </w:p>
  </w:endnote>
  <w:endnote w:type="continuationSeparator" w:id="0">
    <w:p w14:paraId="39C54749" w14:textId="77777777" w:rsidR="00530E6F" w:rsidRDefault="00530E6F" w:rsidP="0053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44F5A" w14:textId="43B06A07" w:rsidR="00530E6F" w:rsidRDefault="00F75BB2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A4B8F" wp14:editId="5F4DB89E">
              <wp:simplePos x="0" y="0"/>
              <wp:positionH relativeFrom="margin">
                <wp:align>center</wp:align>
              </wp:positionH>
              <wp:positionV relativeFrom="paragraph">
                <wp:posOffset>-455930</wp:posOffset>
              </wp:positionV>
              <wp:extent cx="7797800" cy="1066800"/>
              <wp:effectExtent l="0" t="1270" r="3175" b="0"/>
              <wp:wrapNone/>
              <wp:docPr id="3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7800" cy="1066800"/>
                      </a:xfrm>
                      <a:prstGeom prst="rect">
                        <a:avLst/>
                      </a:prstGeom>
                      <a:solidFill>
                        <a:srgbClr val="6992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52AC2D8" id="Rectangle 16" o:spid="_x0000_s1026" style="position:absolute;margin-left:0;margin-top:-35.9pt;width:614pt;height:84pt;z-index:25166438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" fillcolor="#69923a" stroked="f">
              <v:textbox inset=",,0,0"/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6E1A5" w14:textId="1B6DEAC0" w:rsidR="00530E6F" w:rsidRDefault="002D797D">
    <w:pPr>
      <w:pStyle w:val="Footer"/>
    </w:pPr>
    <w:r w:rsidRPr="002D797D">
      <w:rPr>
        <w:noProof/>
        <w:lang w:eastAsia="en-GB"/>
      </w:rPr>
      <w:drawing>
        <wp:inline distT="0" distB="0" distL="0" distR="0" wp14:anchorId="3D8A1B35" wp14:editId="43561359">
          <wp:extent cx="6116320" cy="1136416"/>
          <wp:effectExtent l="0" t="0" r="0" b="6985"/>
          <wp:docPr id="2" name="Picture 2" descr="P:\Skills\Careers Hub\Comms\1.Logos\1.  Logos 2022 onwards\Cumbria three 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Skills\Careers Hub\Comms\1.Logos\1.  Logos 2022 onwards\Cumbria three 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136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A9ED5" w14:textId="77777777" w:rsidR="00530E6F" w:rsidRDefault="00530E6F" w:rsidP="00530E6F">
      <w:r>
        <w:separator/>
      </w:r>
    </w:p>
  </w:footnote>
  <w:footnote w:type="continuationSeparator" w:id="0">
    <w:p w14:paraId="34AD0078" w14:textId="77777777" w:rsidR="00530E6F" w:rsidRDefault="00530E6F" w:rsidP="0053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30AD6" w14:textId="77777777" w:rsidR="00530E6F" w:rsidRDefault="00530E6F">
    <w:pPr>
      <w:pStyle w:val="Header"/>
    </w:pPr>
    <w:r w:rsidRPr="00530E6F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06202D97" wp14:editId="1B81AB03">
          <wp:simplePos x="0" y="0"/>
          <wp:positionH relativeFrom="column">
            <wp:posOffset>4397711</wp:posOffset>
          </wp:positionH>
          <wp:positionV relativeFrom="page">
            <wp:posOffset>9904730</wp:posOffset>
          </wp:positionV>
          <wp:extent cx="1773742" cy="476475"/>
          <wp:effectExtent l="1905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C_11+foot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730" cy="4749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8DC90" w14:textId="255A55B7" w:rsidR="00530E6F" w:rsidRPr="002D797D" w:rsidRDefault="00EE414C" w:rsidP="002D797D">
    <w:pPr>
      <w:pStyle w:val="Heading1"/>
      <w:shd w:val="clear" w:color="auto" w:fill="009999"/>
      <w:spacing w:before="0" w:after="200"/>
      <w:jc w:val="center"/>
      <w:rPr>
        <w:b w:val="0"/>
        <w:color w:val="auto"/>
        <w:sz w:val="24"/>
      </w:rPr>
    </w:pPr>
    <w:r w:rsidRPr="002D797D">
      <w:rPr>
        <w:b w:val="0"/>
        <w:color w:val="auto"/>
      </w:rPr>
      <w:t>Client’s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807A7"/>
    <w:multiLevelType w:val="hybridMultilevel"/>
    <w:tmpl w:val="7D4AF8E4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8BC158B"/>
    <w:multiLevelType w:val="hybridMultilevel"/>
    <w:tmpl w:val="557848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DC5CB3"/>
    <w:multiLevelType w:val="hybridMultilevel"/>
    <w:tmpl w:val="F43E7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910E6"/>
    <w:multiLevelType w:val="hybridMultilevel"/>
    <w:tmpl w:val="FFCCFE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004D6"/>
    <w:multiLevelType w:val="hybridMultilevel"/>
    <w:tmpl w:val="5D261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F38A8"/>
    <w:multiLevelType w:val="hybridMultilevel"/>
    <w:tmpl w:val="917CC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614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6F"/>
    <w:rsid w:val="00100F0A"/>
    <w:rsid w:val="00103B48"/>
    <w:rsid w:val="0011684E"/>
    <w:rsid w:val="00163797"/>
    <w:rsid w:val="001F2C10"/>
    <w:rsid w:val="00285AAE"/>
    <w:rsid w:val="002D3F52"/>
    <w:rsid w:val="002D797D"/>
    <w:rsid w:val="002F5A36"/>
    <w:rsid w:val="00354C69"/>
    <w:rsid w:val="00396BB5"/>
    <w:rsid w:val="003C166B"/>
    <w:rsid w:val="00422130"/>
    <w:rsid w:val="00530E6F"/>
    <w:rsid w:val="005606CD"/>
    <w:rsid w:val="005B49DE"/>
    <w:rsid w:val="006B5D9D"/>
    <w:rsid w:val="006D1A47"/>
    <w:rsid w:val="006E0C33"/>
    <w:rsid w:val="007643FE"/>
    <w:rsid w:val="007A1243"/>
    <w:rsid w:val="007A52EB"/>
    <w:rsid w:val="007A58EB"/>
    <w:rsid w:val="00802EF3"/>
    <w:rsid w:val="008B28C2"/>
    <w:rsid w:val="008C0148"/>
    <w:rsid w:val="00C34CC1"/>
    <w:rsid w:val="00CA539C"/>
    <w:rsid w:val="00CB65FD"/>
    <w:rsid w:val="00CC5DBF"/>
    <w:rsid w:val="00D121BC"/>
    <w:rsid w:val="00D3330C"/>
    <w:rsid w:val="00D6698D"/>
    <w:rsid w:val="00D90B16"/>
    <w:rsid w:val="00DB1506"/>
    <w:rsid w:val="00E42354"/>
    <w:rsid w:val="00E43FBF"/>
    <w:rsid w:val="00EE414C"/>
    <w:rsid w:val="00F007E7"/>
    <w:rsid w:val="00F02628"/>
    <w:rsid w:val="00F45414"/>
    <w:rsid w:val="00F7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28646CD"/>
  <w15:docId w15:val="{DA00C71E-58B7-4EF0-BA07-99A72F0F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BB5"/>
    <w:rPr>
      <w:rFonts w:ascii="Arial" w:hAnsi="Arial"/>
      <w:sz w:val="22"/>
    </w:rPr>
  </w:style>
  <w:style w:type="paragraph" w:styleId="Heading1">
    <w:name w:val="heading 1"/>
    <w:aliases w:val="ICE Heading 1"/>
    <w:basedOn w:val="Normal"/>
    <w:next w:val="Normal"/>
    <w:link w:val="Heading1Char"/>
    <w:uiPriority w:val="9"/>
    <w:qFormat/>
    <w:rsid w:val="00D3330C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69923A"/>
      <w:sz w:val="32"/>
      <w:szCs w:val="28"/>
    </w:rPr>
  </w:style>
  <w:style w:type="paragraph" w:styleId="Heading2">
    <w:name w:val="heading 2"/>
    <w:aliases w:val="ICE Heading 2"/>
    <w:basedOn w:val="Normal"/>
    <w:next w:val="Normal"/>
    <w:link w:val="Heading2Char"/>
    <w:uiPriority w:val="9"/>
    <w:semiHidden/>
    <w:unhideWhenUsed/>
    <w:qFormat/>
    <w:rsid w:val="00D3330C"/>
    <w:pPr>
      <w:keepNext/>
      <w:keepLines/>
      <w:spacing w:after="120"/>
      <w:jc w:val="both"/>
      <w:outlineLvl w:val="1"/>
    </w:pPr>
    <w:rPr>
      <w:rFonts w:eastAsiaTheme="majorEastAsia" w:cstheme="majorBidi"/>
      <w:b/>
      <w:bCs/>
      <w:color w:val="69923A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CE Heading 1 Char"/>
    <w:basedOn w:val="DefaultParagraphFont"/>
    <w:link w:val="Heading1"/>
    <w:uiPriority w:val="9"/>
    <w:rsid w:val="00D3330C"/>
    <w:rPr>
      <w:rFonts w:ascii="Arial" w:eastAsiaTheme="majorEastAsia" w:hAnsi="Arial" w:cstheme="majorBidi"/>
      <w:b/>
      <w:bCs/>
      <w:color w:val="69923A"/>
      <w:sz w:val="32"/>
      <w:szCs w:val="28"/>
    </w:rPr>
  </w:style>
  <w:style w:type="character" w:customStyle="1" w:styleId="Heading2Char">
    <w:name w:val="Heading 2 Char"/>
    <w:aliases w:val="ICE Heading 2 Char"/>
    <w:basedOn w:val="DefaultParagraphFont"/>
    <w:link w:val="Heading2"/>
    <w:uiPriority w:val="9"/>
    <w:semiHidden/>
    <w:rsid w:val="00D3330C"/>
    <w:rPr>
      <w:rFonts w:ascii="Arial" w:eastAsiaTheme="majorEastAsia" w:hAnsi="Arial" w:cstheme="majorBidi"/>
      <w:b/>
      <w:bCs/>
      <w:color w:val="69923A"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6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0E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E6F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30E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E6F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EE4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hew\Dropbox\RET%20-%20Education%20-%20Sharing\07%20-%20Marketing%20&amp;%20Templates\Templates\8-18%20Years\E&amp;I%208-18%20Activity%20Template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4559D1ACF9E4B88AD64A98ACE1AD5" ma:contentTypeVersion="13" ma:contentTypeDescription="Create a new document." ma:contentTypeScope="" ma:versionID="021ec5b49a5825bcb4a3587f75941d67">
  <xsd:schema xmlns:xsd="http://www.w3.org/2001/XMLSchema" xmlns:xs="http://www.w3.org/2001/XMLSchema" xmlns:p="http://schemas.microsoft.com/office/2006/metadata/properties" xmlns:ns2="70d6a61d-c908-4a29-b5af-7a1df14c7a91" xmlns:ns3="5523167f-b861-4e07-886e-fd3dda9fa290" targetNamespace="http://schemas.microsoft.com/office/2006/metadata/properties" ma:root="true" ma:fieldsID="c95489af9e4d2afb44bde1e9a7c18f54" ns2:_="" ns3:_="">
    <xsd:import namespace="70d6a61d-c908-4a29-b5af-7a1df14c7a91"/>
    <xsd:import namespace="5523167f-b861-4e07-886e-fd3dda9fa2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6a61d-c908-4a29-b5af-7a1df14c7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3167f-b861-4e07-886e-fd3dda9fa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AD173-A9B3-4898-A213-B0A0634AAC65}">
  <ds:schemaRefs>
    <ds:schemaRef ds:uri="5523167f-b861-4e07-886e-fd3dda9fa29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0d6a61d-c908-4a29-b5af-7a1df14c7a9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00B281-7728-4A0F-8731-C68ABA11B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d6a61d-c908-4a29-b5af-7a1df14c7a91"/>
    <ds:schemaRef ds:uri="5523167f-b861-4e07-886e-fd3dda9fa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1627CE-D874-4FC7-A613-5E7CB776FC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93A3F-32DE-43C3-A974-82722AEF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E&amp;I 8-18 Activity Template_2016</Template>
  <TotalTime>0</TotalTime>
  <Pages>1</Pages>
  <Words>23</Words>
  <Characters>133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Tate, Jo</cp:lastModifiedBy>
  <cp:revision>2</cp:revision>
  <dcterms:created xsi:type="dcterms:W3CDTF">2023-08-24T09:59:00Z</dcterms:created>
  <dcterms:modified xsi:type="dcterms:W3CDTF">2023-08-24T09:59:00Z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0x0101000E74559D1ACF9E4B88AD64A98ACE1AD5</vt:lpwstr>
  </property>
</Properties>
</file>